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ayout w:type="fixed"/>
        <w:tblLook w:val="00A0"/>
      </w:tblPr>
      <w:tblGrid>
        <w:gridCol w:w="4428"/>
        <w:gridCol w:w="720"/>
        <w:gridCol w:w="4680"/>
      </w:tblGrid>
      <w:tr w:rsidR="007F26A9" w:rsidRPr="00463723" w:rsidTr="000D0BA4">
        <w:tc>
          <w:tcPr>
            <w:tcW w:w="4428" w:type="dxa"/>
          </w:tcPr>
          <w:p w:rsidR="007F26A9" w:rsidRPr="00463723" w:rsidRDefault="007F26A9" w:rsidP="003E07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7F26A9" w:rsidRPr="00463723" w:rsidRDefault="007F26A9" w:rsidP="0078254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D0BA4">
              <w:rPr>
                <w:rFonts w:ascii="Times New Roman" w:eastAsia="TimesNewRomanPSMT" w:hAnsi="Times New Roman" w:cs="Times New Roman"/>
                <w:sz w:val="24"/>
                <w:szCs w:val="24"/>
              </w:rPr>
              <w:t>" УТВЕРЖДАЮ "</w:t>
            </w: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D0BA4">
              <w:rPr>
                <w:rFonts w:ascii="Times New Roman" w:eastAsia="TimesNewRomanPSMT" w:hAnsi="Times New Roman" w:cs="Times New Roman"/>
                <w:sz w:val="24"/>
                <w:szCs w:val="24"/>
              </w:rPr>
              <w:t>Председатель Воронежской</w:t>
            </w: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D0BA4">
              <w:rPr>
                <w:rFonts w:ascii="Times New Roman" w:eastAsia="TimesNewRomanPSMT" w:hAnsi="Times New Roman" w:cs="Times New Roman"/>
                <w:sz w:val="24"/>
                <w:szCs w:val="24"/>
              </w:rPr>
              <w:t>Федерации авиамодельного спорта</w:t>
            </w: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D0BA4">
              <w:rPr>
                <w:rFonts w:ascii="Times New Roman" w:eastAsia="TimesNewRomanPSMT" w:hAnsi="Times New Roman" w:cs="Times New Roman"/>
                <w:sz w:val="24"/>
                <w:szCs w:val="24"/>
              </w:rPr>
              <w:t>________________ П.В. Бушнев</w:t>
            </w: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0D0BA4">
              <w:rPr>
                <w:rFonts w:ascii="Times New Roman" w:eastAsia="TimesNewRomanPSMT" w:hAnsi="Times New Roman" w:cs="Times New Roman"/>
                <w:sz w:val="24"/>
                <w:szCs w:val="24"/>
              </w:rPr>
              <w:t>"____" ______________ 2014 г.</w:t>
            </w:r>
          </w:p>
          <w:p w:rsidR="007F26A9" w:rsidRPr="000D0BA4" w:rsidRDefault="007F26A9" w:rsidP="008A2B28">
            <w:pPr>
              <w:autoSpaceDE w:val="0"/>
              <w:autoSpaceDN w:val="0"/>
              <w:adjustRightInd w:val="0"/>
              <w:jc w:val="right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</w:tr>
    </w:tbl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3E07E1">
      <w:pPr>
        <w:rPr>
          <w:rFonts w:ascii="Times New Roman" w:hAnsi="Times New Roman" w:cs="Times New Roman"/>
        </w:rPr>
      </w:pPr>
    </w:p>
    <w:p w:rsidR="007F26A9" w:rsidRPr="003E07E1" w:rsidRDefault="007F26A9" w:rsidP="00203F99">
      <w:pPr>
        <w:spacing w:after="0"/>
        <w:rPr>
          <w:rFonts w:ascii="Times New Roman" w:hAnsi="Times New Roman" w:cs="Times New Roman"/>
        </w:rPr>
      </w:pPr>
    </w:p>
    <w:p w:rsidR="007F26A9" w:rsidRPr="00316952" w:rsidRDefault="007F26A9" w:rsidP="00203F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6952">
        <w:rPr>
          <w:rFonts w:ascii="Times New Roman" w:hAnsi="Times New Roman" w:cs="Times New Roman"/>
          <w:b/>
          <w:bCs/>
          <w:sz w:val="32"/>
          <w:szCs w:val="32"/>
        </w:rPr>
        <w:t xml:space="preserve">Регламент </w:t>
      </w:r>
    </w:p>
    <w:p w:rsidR="007F26A9" w:rsidRPr="00316952" w:rsidRDefault="007F26A9" w:rsidP="00203F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проведения 8</w:t>
      </w:r>
      <w:r w:rsidRPr="00316952">
        <w:rPr>
          <w:rFonts w:ascii="Times New Roman" w:hAnsi="Times New Roman" w:cs="Times New Roman"/>
          <w:b/>
          <w:bCs/>
          <w:sz w:val="32"/>
          <w:szCs w:val="32"/>
        </w:rPr>
        <w:t>-го этапа Кубка Российской Федерации</w:t>
      </w:r>
    </w:p>
    <w:p w:rsidR="007F26A9" w:rsidRDefault="007F26A9" w:rsidP="00203F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16952">
        <w:rPr>
          <w:rFonts w:ascii="Times New Roman" w:hAnsi="Times New Roman" w:cs="Times New Roman"/>
          <w:b/>
          <w:bCs/>
          <w:sz w:val="32"/>
          <w:szCs w:val="32"/>
        </w:rPr>
        <w:t xml:space="preserve">по авиамодельному спорту в классе моделей </w:t>
      </w:r>
      <w:r w:rsidRPr="00316952">
        <w:rPr>
          <w:rFonts w:ascii="Times New Roman" w:hAnsi="Times New Roman" w:cs="Times New Roman"/>
          <w:b/>
          <w:bCs/>
          <w:sz w:val="32"/>
          <w:szCs w:val="32"/>
          <w:lang w:val="en-US"/>
        </w:rPr>
        <w:t>F</w:t>
      </w:r>
      <w:r w:rsidRPr="00087D6E"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B</w:t>
      </w:r>
      <w:r w:rsidRPr="00087D6E">
        <w:rPr>
          <w:rFonts w:ascii="Times New Roman" w:hAnsi="Times New Roman" w:cs="Times New Roman"/>
          <w:b/>
          <w:bCs/>
          <w:sz w:val="32"/>
          <w:szCs w:val="32"/>
        </w:rPr>
        <w:t>/7</w:t>
      </w:r>
    </w:p>
    <w:p w:rsidR="007F26A9" w:rsidRPr="00316952" w:rsidRDefault="007F26A9" w:rsidP="00203F9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 правилам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F</w:t>
      </w:r>
      <w:r w:rsidRPr="006D0C01">
        <w:rPr>
          <w:rFonts w:ascii="Times New Roman" w:hAnsi="Times New Roman" w:cs="Times New Roman"/>
          <w:b/>
          <w:bCs/>
          <w:sz w:val="32"/>
          <w:szCs w:val="32"/>
        </w:rPr>
        <w:t>5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J</w:t>
      </w:r>
      <w:r w:rsidRPr="00316952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7F26A9" w:rsidRPr="00316952" w:rsidRDefault="007F26A9" w:rsidP="003E07E1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7F26A9" w:rsidRPr="003E07E1" w:rsidRDefault="007F26A9" w:rsidP="003E07E1">
      <w:pPr>
        <w:rPr>
          <w:rFonts w:ascii="Times New Roman" w:hAnsi="Times New Roman" w:cs="Times New Roman"/>
          <w:sz w:val="28"/>
          <w:szCs w:val="28"/>
        </w:rPr>
      </w:pPr>
    </w:p>
    <w:p w:rsidR="007F26A9" w:rsidRPr="00112B94" w:rsidRDefault="007F26A9" w:rsidP="003E07E1">
      <w:pPr>
        <w:rPr>
          <w:sz w:val="28"/>
          <w:szCs w:val="28"/>
        </w:rPr>
      </w:pPr>
    </w:p>
    <w:p w:rsidR="007F26A9" w:rsidRPr="00112B94" w:rsidRDefault="007F26A9" w:rsidP="003E07E1">
      <w:pPr>
        <w:jc w:val="center"/>
        <w:rPr>
          <w:sz w:val="28"/>
          <w:szCs w:val="28"/>
        </w:rPr>
      </w:pPr>
    </w:p>
    <w:p w:rsidR="007F26A9" w:rsidRPr="00112B94" w:rsidRDefault="007F26A9" w:rsidP="003E07E1">
      <w:pPr>
        <w:jc w:val="center"/>
        <w:rPr>
          <w:sz w:val="28"/>
          <w:szCs w:val="28"/>
        </w:rPr>
      </w:pPr>
    </w:p>
    <w:p w:rsidR="007F26A9" w:rsidRDefault="007F26A9" w:rsidP="003E07E1"/>
    <w:p w:rsidR="007F26A9" w:rsidRDefault="007F26A9" w:rsidP="003E07E1">
      <w:r>
        <w:t xml:space="preserve">                                                             </w:t>
      </w:r>
    </w:p>
    <w:p w:rsidR="007F26A9" w:rsidRPr="006D0C01" w:rsidRDefault="007F26A9" w:rsidP="003E07E1">
      <w:r>
        <w:t xml:space="preserve"> </w:t>
      </w:r>
    </w:p>
    <w:p w:rsidR="007F26A9" w:rsidRDefault="007F26A9" w:rsidP="003E07E1"/>
    <w:p w:rsidR="007F26A9" w:rsidRDefault="007F26A9" w:rsidP="003E07E1"/>
    <w:p w:rsidR="007F26A9" w:rsidRPr="000D0BA4" w:rsidRDefault="007F26A9" w:rsidP="006D0C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0BA4">
        <w:rPr>
          <w:rFonts w:ascii="Times New Roman" w:hAnsi="Times New Roman" w:cs="Times New Roman"/>
          <w:b/>
          <w:bCs/>
          <w:sz w:val="24"/>
          <w:szCs w:val="24"/>
        </w:rPr>
        <w:t>г. Воронеж  2014г.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Цели и задачи.</w:t>
      </w:r>
    </w:p>
    <w:p w:rsidR="007F26A9" w:rsidRPr="00B91B3F" w:rsidRDefault="007F26A9" w:rsidP="00FE740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Розыгрыш личного первенства в Кубке России 2014 года.</w:t>
      </w:r>
    </w:p>
    <w:p w:rsidR="007F26A9" w:rsidRPr="00B91B3F" w:rsidRDefault="007F26A9" w:rsidP="007A52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Повышение спортивного мастерства.</w:t>
      </w:r>
    </w:p>
    <w:p w:rsidR="007F26A9" w:rsidRPr="00B91B3F" w:rsidRDefault="007F26A9" w:rsidP="007A52E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Популяризация и развитие авиамодельного спорта.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Место и время проведения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Соревнования проводятся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01-03 августа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2014 года г.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Воронеж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Организаторы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Организаторами соревнований являются: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-Федерация авиамодельного спорта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Воронежской области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Участники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Допуск спортсменов производится в соответствии с требованиями п.4</w:t>
      </w:r>
    </w:p>
    <w:p w:rsidR="007F26A9" w:rsidRPr="00B91B3F" w:rsidRDefault="007F26A9" w:rsidP="00FE740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Регламента Кубка России 2014 года по авиамодельному спорту в классе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радиоу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правляемых моделей планеров F-</w:t>
      </w:r>
      <w:r w:rsidRPr="00087D6E">
        <w:rPr>
          <w:rFonts w:ascii="Times New Roman" w:eastAsia="TimesNewRomanPSMT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  <w:lang w:val="en-US"/>
        </w:rPr>
        <w:t>B</w:t>
      </w:r>
      <w:r w:rsidRPr="00087D6E">
        <w:rPr>
          <w:rFonts w:ascii="Times New Roman" w:eastAsia="TimesNewRomanPSMT" w:hAnsi="Times New Roman" w:cs="Times New Roman"/>
          <w:color w:val="000000"/>
          <w:sz w:val="24"/>
          <w:szCs w:val="24"/>
        </w:rPr>
        <w:t>/7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Порядок проведения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Соревнования проводятся по правилам FAI, для данного класса моделей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в</w:t>
      </w:r>
    </w:p>
    <w:p w:rsidR="007F26A9" w:rsidRPr="00A20523" w:rsidRDefault="007F26A9" w:rsidP="00087D6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Российской редакции 2014 года</w:t>
      </w:r>
      <w:r w:rsidRPr="00B91B3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7F26A9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Один худший тур убирается</w:t>
      </w:r>
    </w:p>
    <w:p w:rsidR="007F26A9" w:rsidRPr="00A20523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A2052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Победителем  8 этапа становится</w:t>
      </w:r>
      <w:r w:rsidRPr="00A2052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спортсмен набравший максимальное количество очков </w:t>
      </w:r>
    </w:p>
    <w:p w:rsidR="007F26A9" w:rsidRDefault="007F26A9" w:rsidP="00A2052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A20523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в основных турах</w:t>
      </w:r>
      <w:r w:rsidRPr="00A20523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Количество туров -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8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Количество финалов -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3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Расписание: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01 августа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- заезд участников, тренировочные полеты.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02 августа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: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9:00 – открытие соревнований;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9.30 – 13.00 – 1 – 4 туры;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13.00 – 13.30 – перерыв на обед;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13.30 – 18.00 – 5 –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8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туры.</w:t>
      </w:r>
    </w:p>
    <w:p w:rsidR="007F26A9" w:rsidRPr="00B02B30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18.30</w:t>
      </w:r>
      <w:r w:rsidRPr="00B02B30">
        <w:rPr>
          <w:rFonts w:ascii="Times New Roman" w:eastAsia="TimesNewRomanPSMT" w:hAnsi="Times New Roman" w:cs="Times New Roman"/>
          <w:color w:val="000000"/>
          <w:sz w:val="24"/>
          <w:szCs w:val="24"/>
        </w:rPr>
        <w:t>-1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9</w:t>
      </w:r>
      <w:r w:rsidRPr="00B02B30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3</w:t>
      </w:r>
      <w:r w:rsidRPr="00B02B30">
        <w:rPr>
          <w:rFonts w:ascii="Times New Roman" w:eastAsia="TimesNewRomanPSMT" w:hAnsi="Times New Roman" w:cs="Times New Roman"/>
          <w:color w:val="000000"/>
          <w:sz w:val="24"/>
          <w:szCs w:val="24"/>
        </w:rPr>
        <w:t>0 –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финальные туры</w:t>
      </w:r>
    </w:p>
    <w:p w:rsidR="007F26A9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9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3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0 – награждение победителей и призеров,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                              закрытие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Материально-техническое обеспечение и меры безопасности.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Финансовое обеспечение, связанное с организационными расходами по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подготовке и проведению спортивных соревнований осуществляется за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счёт средств федерации авиамодельного спорта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Воронежской</w:t>
      </w: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области.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Расходы по командированию (проезд, питание, размещение, стартовые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взносы) и страхованию участников соревнований обеспечивают      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командирующие организации, либо непосредственно участники   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Стартовый взнос составляет 1000 рублей для спортсменов старше 18 лет.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7. Подача заявок и регистрация участников соревнований.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    Предварительные заявки и регистрация осуществляется </w:t>
      </w:r>
    </w:p>
    <w:p w:rsidR="007F26A9" w:rsidRPr="000D0BA4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color w:val="000000"/>
          <w:sz w:val="24"/>
          <w:szCs w:val="24"/>
        </w:rPr>
      </w:pPr>
      <w:r w:rsidRPr="000D0BA4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По </w:t>
      </w:r>
      <w:r w:rsidRPr="000D0BA4">
        <w:rPr>
          <w:rFonts w:ascii="Times New Roman" w:hAnsi="Times New Roman" w:cs="Times New Roman"/>
          <w:color w:val="333333"/>
          <w:sz w:val="24"/>
          <w:szCs w:val="24"/>
          <w:shd w:val="clear" w:color="auto" w:fill="F6F6F6"/>
        </w:rPr>
        <w:t>uniavoronezh@mail.ru</w:t>
      </w:r>
      <w:r w:rsidRPr="000D0BA4">
        <w:rPr>
          <w:rFonts w:ascii="Times New Roman" w:eastAsia="TimesNewRomanPSMT" w:hAnsi="Times New Roman" w:cs="Times New Roman"/>
          <w:color w:val="0000FF"/>
          <w:sz w:val="24"/>
          <w:szCs w:val="24"/>
        </w:rPr>
        <w:t xml:space="preserve">    </w:t>
      </w:r>
      <w:r w:rsidRPr="000D0BA4">
        <w:rPr>
          <w:rFonts w:ascii="Times New Roman" w:eastAsia="TimesNewRomanPSMT" w:hAnsi="Times New Roman" w:cs="Times New Roman"/>
          <w:color w:val="000000"/>
          <w:sz w:val="24"/>
          <w:szCs w:val="24"/>
        </w:rPr>
        <w:t>или по телефону +7-910-345-5333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, на сайте </w:t>
      </w:r>
      <w:hyperlink r:id="rId5" w:history="1">
        <w:r>
          <w:rPr>
            <w:rStyle w:val="Hyperlink"/>
          </w:rPr>
          <w:t>http://forum.rcdesign.ru/f37</w:t>
        </w:r>
      </w:hyperlink>
    </w:p>
    <w:p w:rsidR="007F26A9" w:rsidRPr="00B02B30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color w:val="000000"/>
          <w:sz w:val="24"/>
          <w:szCs w:val="24"/>
        </w:rPr>
        <w:t xml:space="preserve">ОКОНЧАНИЕ ПРЕДВАРИТЕЛЬНОЙ РЕГИСТРАЦИИ </w:t>
      </w:r>
      <w:r>
        <w:rPr>
          <w:rFonts w:ascii="Times New Roman" w:eastAsia="TimesNewRomanPSMT" w:hAnsi="Times New Roman" w:cs="Times New Roman"/>
          <w:color w:val="000000"/>
          <w:sz w:val="24"/>
          <w:szCs w:val="24"/>
        </w:rPr>
        <w:t>31 июля</w:t>
      </w:r>
      <w:r w:rsidRPr="00B02B30">
        <w:rPr>
          <w:rFonts w:ascii="Times New Roman" w:eastAsia="TimesNewRomanPSMT" w:hAnsi="Times New Roman" w:cs="Times New Roman"/>
          <w:color w:val="000000"/>
          <w:sz w:val="24"/>
          <w:szCs w:val="24"/>
        </w:rPr>
        <w:t>.</w:t>
      </w:r>
    </w:p>
    <w:p w:rsidR="007F26A9" w:rsidRPr="00B91B3F" w:rsidRDefault="007F26A9" w:rsidP="007A52E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</w:pPr>
      <w:r w:rsidRPr="00B91B3F">
        <w:rPr>
          <w:rFonts w:ascii="Times New Roman" w:eastAsia="TimesNewRomanPSMT" w:hAnsi="Times New Roman" w:cs="Times New Roman"/>
          <w:b/>
          <w:bCs/>
          <w:color w:val="000000"/>
          <w:sz w:val="24"/>
          <w:szCs w:val="24"/>
        </w:rPr>
        <w:t>Настоящий Регламент является вызовом для участия в соревнованиях.</w:t>
      </w:r>
    </w:p>
    <w:sectPr w:rsidR="007F26A9" w:rsidRPr="00B91B3F" w:rsidSect="00B83982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155E0"/>
    <w:multiLevelType w:val="hybridMultilevel"/>
    <w:tmpl w:val="508A48A2"/>
    <w:lvl w:ilvl="0" w:tplc="C9CC3548">
      <w:start w:val="1"/>
      <w:numFmt w:val="decimal"/>
      <w:lvlText w:val="%1."/>
      <w:lvlJc w:val="left"/>
      <w:pPr>
        <w:ind w:left="720" w:hanging="360"/>
      </w:pPr>
      <w:rPr>
        <w:rFonts w:ascii="Times New Roman" w:eastAsia="TimesNewRomanPSMT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2E6"/>
    <w:rsid w:val="00087D6E"/>
    <w:rsid w:val="00097CB5"/>
    <w:rsid w:val="000B64FC"/>
    <w:rsid w:val="000D0BA4"/>
    <w:rsid w:val="00112B94"/>
    <w:rsid w:val="00127716"/>
    <w:rsid w:val="00152F65"/>
    <w:rsid w:val="001B2F27"/>
    <w:rsid w:val="001F2D81"/>
    <w:rsid w:val="00203F99"/>
    <w:rsid w:val="002E273B"/>
    <w:rsid w:val="00316952"/>
    <w:rsid w:val="0032564F"/>
    <w:rsid w:val="003624DF"/>
    <w:rsid w:val="003E07E1"/>
    <w:rsid w:val="003E389C"/>
    <w:rsid w:val="00461CA9"/>
    <w:rsid w:val="00463723"/>
    <w:rsid w:val="004D7CBD"/>
    <w:rsid w:val="006B05D8"/>
    <w:rsid w:val="006D0C01"/>
    <w:rsid w:val="00727C89"/>
    <w:rsid w:val="00782548"/>
    <w:rsid w:val="007A52E6"/>
    <w:rsid w:val="007F26A9"/>
    <w:rsid w:val="008361C3"/>
    <w:rsid w:val="00871FD1"/>
    <w:rsid w:val="008A2B28"/>
    <w:rsid w:val="00A02AA9"/>
    <w:rsid w:val="00A20523"/>
    <w:rsid w:val="00A9282A"/>
    <w:rsid w:val="00B02B30"/>
    <w:rsid w:val="00B83982"/>
    <w:rsid w:val="00B91B3F"/>
    <w:rsid w:val="00C04988"/>
    <w:rsid w:val="00C0566F"/>
    <w:rsid w:val="00DB3DAF"/>
    <w:rsid w:val="00DD6E87"/>
    <w:rsid w:val="00DE2CD7"/>
    <w:rsid w:val="00F856B2"/>
    <w:rsid w:val="00FE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4D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A52E6"/>
    <w:pPr>
      <w:ind w:left="720"/>
    </w:pPr>
  </w:style>
  <w:style w:type="character" w:styleId="Hyperlink">
    <w:name w:val="Hyperlink"/>
    <w:basedOn w:val="DefaultParagraphFont"/>
    <w:uiPriority w:val="99"/>
    <w:rsid w:val="000D0B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45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orum.rcdesign.ru/f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391</Words>
  <Characters>2234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УТВЕРЖДАЮ "</dc:title>
  <dc:subject/>
  <dc:creator>Александр</dc:creator>
  <cp:keywords/>
  <dc:description/>
  <cp:lastModifiedBy>Попов</cp:lastModifiedBy>
  <cp:revision>2</cp:revision>
  <cp:lastPrinted>2014-03-27T07:28:00Z</cp:lastPrinted>
  <dcterms:created xsi:type="dcterms:W3CDTF">2014-07-18T04:59:00Z</dcterms:created>
  <dcterms:modified xsi:type="dcterms:W3CDTF">2014-07-18T04:59:00Z</dcterms:modified>
</cp:coreProperties>
</file>